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</w:t>
      </w:r>
      <w:r w:rsidR="00E94E18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</w:t>
      </w:r>
      <w:r w:rsidR="003D339F">
        <w:rPr>
          <w:rFonts w:eastAsia="Times New Roman"/>
          <w:lang w:eastAsia="cs-CZ"/>
        </w:rPr>
        <w:t xml:space="preserve">spisová značka </w:t>
      </w:r>
      <w:r w:rsidRPr="00901B53">
        <w:rPr>
          <w:rFonts w:eastAsia="Times New Roman"/>
          <w:lang w:eastAsia="cs-CZ"/>
        </w:rPr>
        <w:t xml:space="preserve">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</w:t>
      </w:r>
      <w:r w:rsidR="009B2B0E" w:rsidRPr="009B2B0E">
        <w:rPr>
          <w:rFonts w:eastAsia="Times New Roman"/>
          <w:lang w:eastAsia="cs-CZ"/>
        </w:rPr>
        <w:t>spisová značka A 48384</w:t>
      </w:r>
      <w:r w:rsidRPr="00901B53">
        <w:rPr>
          <w:rFonts w:eastAsia="Times New Roman"/>
          <w:lang w:eastAsia="cs-CZ"/>
        </w:rPr>
        <w:t>, IČ</w:t>
      </w:r>
      <w:r w:rsidR="00E2555F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8238EE" w:rsidRDefault="00DD691C" w:rsidP="00A226F9">
      <w:pPr>
        <w:spacing w:before="120" w:after="0" w:line="240" w:lineRule="auto"/>
        <w:jc w:val="center"/>
        <w:rPr>
          <w:rFonts w:eastAsia="Times New Roman"/>
          <w:sz w:val="28"/>
          <w:lang w:eastAsia="cs-CZ"/>
        </w:rPr>
      </w:pPr>
      <w:r w:rsidRPr="008238EE">
        <w:rPr>
          <w:rFonts w:eastAsia="Times New Roman"/>
          <w:b/>
          <w:sz w:val="32"/>
          <w:lang w:eastAsia="cs-CZ"/>
        </w:rPr>
        <w:t>„</w:t>
      </w:r>
      <w:r w:rsidR="000E48BB" w:rsidRPr="000E48BB">
        <w:rPr>
          <w:rFonts w:eastAsia="Times New Roman"/>
          <w:b/>
          <w:sz w:val="24"/>
          <w:lang w:eastAsia="cs-CZ"/>
        </w:rPr>
        <w:t>Koordinátor BOZP v realizaci a P + R „IN1 JARO 2021 PHA2</w:t>
      </w:r>
      <w:bookmarkStart w:id="0" w:name="_GoBack"/>
      <w:bookmarkEnd w:id="0"/>
      <w:r w:rsidR="007D275C" w:rsidRPr="007D275C">
        <w:rPr>
          <w:rFonts w:eastAsia="Times New Roman"/>
          <w:b/>
          <w:sz w:val="24"/>
          <w:lang w:eastAsia="cs-CZ"/>
        </w:rPr>
        <w:t>"</w:t>
      </w:r>
      <w:r w:rsidR="00901B53" w:rsidRPr="007D275C">
        <w:rPr>
          <w:rFonts w:eastAsia="Times New Roman"/>
          <w:b/>
          <w:sz w:val="24"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D73" w:rsidRDefault="00A54D73" w:rsidP="00962258">
      <w:pPr>
        <w:spacing w:after="0" w:line="240" w:lineRule="auto"/>
      </w:pPr>
      <w:r>
        <w:separator/>
      </w:r>
    </w:p>
  </w:endnote>
  <w:endnote w:type="continuationSeparator" w:id="0">
    <w:p w:rsidR="00A54D73" w:rsidRDefault="00A54D7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7D275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7D275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A54D73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0E48BB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0E48BB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6A3D8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A54D73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D73" w:rsidRDefault="00A54D73" w:rsidP="00962258">
      <w:pPr>
        <w:spacing w:after="0" w:line="240" w:lineRule="auto"/>
      </w:pPr>
      <w:r>
        <w:separator/>
      </w:r>
    </w:p>
  </w:footnote>
  <w:footnote w:type="continuationSeparator" w:id="0">
    <w:p w:rsidR="00A54D73" w:rsidRDefault="00A54D7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A54D73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14B71"/>
    <w:rsid w:val="0006112B"/>
    <w:rsid w:val="00072C1E"/>
    <w:rsid w:val="0008786E"/>
    <w:rsid w:val="000A0BD9"/>
    <w:rsid w:val="000A5C23"/>
    <w:rsid w:val="000E23A7"/>
    <w:rsid w:val="000E3BFD"/>
    <w:rsid w:val="000E48BB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747C9"/>
    <w:rsid w:val="003956C6"/>
    <w:rsid w:val="003A646A"/>
    <w:rsid w:val="003B4123"/>
    <w:rsid w:val="003D339F"/>
    <w:rsid w:val="00450F07"/>
    <w:rsid w:val="00453CD3"/>
    <w:rsid w:val="004565FE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2D9D"/>
    <w:rsid w:val="005736B7"/>
    <w:rsid w:val="00575E5A"/>
    <w:rsid w:val="005C4D0E"/>
    <w:rsid w:val="005C63A7"/>
    <w:rsid w:val="005D10C2"/>
    <w:rsid w:val="005E593A"/>
    <w:rsid w:val="005F1404"/>
    <w:rsid w:val="005F69AE"/>
    <w:rsid w:val="0061068E"/>
    <w:rsid w:val="00660AD3"/>
    <w:rsid w:val="00677B7F"/>
    <w:rsid w:val="006A3D8D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D275C"/>
    <w:rsid w:val="007E4A6E"/>
    <w:rsid w:val="007F56A7"/>
    <w:rsid w:val="00807DD0"/>
    <w:rsid w:val="008238EE"/>
    <w:rsid w:val="0082569A"/>
    <w:rsid w:val="008659F3"/>
    <w:rsid w:val="00886D4B"/>
    <w:rsid w:val="00895406"/>
    <w:rsid w:val="008A3568"/>
    <w:rsid w:val="008B4D38"/>
    <w:rsid w:val="008D03B9"/>
    <w:rsid w:val="008D272D"/>
    <w:rsid w:val="008F07CA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B0E"/>
    <w:rsid w:val="009B2E97"/>
    <w:rsid w:val="009E0282"/>
    <w:rsid w:val="009E07F4"/>
    <w:rsid w:val="009E3524"/>
    <w:rsid w:val="009F392E"/>
    <w:rsid w:val="009F7094"/>
    <w:rsid w:val="00A226F9"/>
    <w:rsid w:val="00A246BD"/>
    <w:rsid w:val="00A54D73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0B42"/>
    <w:rsid w:val="00D14CF1"/>
    <w:rsid w:val="00D21061"/>
    <w:rsid w:val="00D4108E"/>
    <w:rsid w:val="00D51758"/>
    <w:rsid w:val="00D6163D"/>
    <w:rsid w:val="00D831A3"/>
    <w:rsid w:val="00DC75F3"/>
    <w:rsid w:val="00DD46F3"/>
    <w:rsid w:val="00DD691C"/>
    <w:rsid w:val="00DE56F2"/>
    <w:rsid w:val="00DF116D"/>
    <w:rsid w:val="00E207B2"/>
    <w:rsid w:val="00E2555F"/>
    <w:rsid w:val="00E30061"/>
    <w:rsid w:val="00E94E18"/>
    <w:rsid w:val="00E96300"/>
    <w:rsid w:val="00EB104F"/>
    <w:rsid w:val="00EC6517"/>
    <w:rsid w:val="00ED14BD"/>
    <w:rsid w:val="00EE4365"/>
    <w:rsid w:val="00F0533E"/>
    <w:rsid w:val="00F1048D"/>
    <w:rsid w:val="00F12DEC"/>
    <w:rsid w:val="00F1715C"/>
    <w:rsid w:val="00F310F8"/>
    <w:rsid w:val="00F35939"/>
    <w:rsid w:val="00F36ACF"/>
    <w:rsid w:val="00F45607"/>
    <w:rsid w:val="00F659EB"/>
    <w:rsid w:val="00F81E4C"/>
    <w:rsid w:val="00F86BA6"/>
    <w:rsid w:val="00F97D13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7D9CAD-9C26-4C34-B454-63A0CED7E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hlavickovy-papir_VZOR.dotx</Template>
  <TotalTime>12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Brožková Jana</cp:lastModifiedBy>
  <cp:revision>31</cp:revision>
  <cp:lastPrinted>2019-02-12T12:02:00Z</cp:lastPrinted>
  <dcterms:created xsi:type="dcterms:W3CDTF">2019-02-12T12:33:00Z</dcterms:created>
  <dcterms:modified xsi:type="dcterms:W3CDTF">2021-03-01T16:08:00Z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